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rPr>
          <w:rFonts w:ascii="PT Sans" w:hAnsi="PT Sans" w:eastAsia="" w:cs="Calibri Light" w:cstheme="majorHAnsi" w:eastAsiaTheme="majorEastAsia"/>
          <w:color w:val="auto"/>
          <w:spacing w:val="5"/>
          <w:kern w:val="2"/>
          <w:sz w:val="52"/>
          <w:szCs w:val="52"/>
          <w:lang w:val="de-DE" w:eastAsia="en-US" w:bidi="ar-SA"/>
        </w:rPr>
      </w:pPr>
      <w:r>
        <w:rPr>
          <w:rFonts w:eastAsia="" w:cs="Calibri Light" w:cstheme="majorHAnsi" w:eastAsiaTheme="majorEastAsia"/>
          <w:color w:val="auto"/>
          <w:spacing w:val="5"/>
          <w:kern w:val="2"/>
          <w:sz w:val="52"/>
          <w:szCs w:val="52"/>
          <w:lang w:val="de-DE" w:eastAsia="en-US" w:bidi="ar-SA"/>
        </w:rPr>
        <w:t>Die Caesar-Verschlüsselung</w:t>
      </w:r>
    </w:p>
    <w:p>
      <w:pPr>
        <w:pStyle w:val="Untertitel"/>
        <w:rPr/>
      </w:pPr>
      <w:r>
        <w:rPr/>
        <w:t>Wissensspeicher</w:t>
      </w:r>
    </w:p>
    <w:p>
      <w:pPr>
        <w:pStyle w:val="Normal"/>
        <w:rPr/>
      </w:pPr>
      <w:r>
        <w:rPr/>
      </w:r>
    </w:p>
    <w:tbl>
      <w:tblPr>
        <w:tblStyle w:val="Tabellenraster"/>
        <w:tblW w:w="9776" w:type="dxa"/>
        <w:jc w:val="left"/>
        <w:tblInd w:w="0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9776"/>
      </w:tblGrid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BDE8FF" w:themeFill="accent1" w:themeFillTint="33" w:val="clear"/>
          </w:tcPr>
          <w:p>
            <w:pPr>
              <w:pStyle w:val="Berschrift1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rPr>
                <w:rFonts w:ascii="PT Sans" w:hAnsi="PT Sans" w:eastAsia="" w:cs="Calibri" w:cstheme="minorHAnsi" w:eastAsiaTheme="majorEastAsia"/>
                <w:b/>
                <w:b/>
                <w:bCs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1" relativeHeight="16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1553845</wp:posOffset>
                      </wp:positionV>
                      <wp:extent cx="1416050" cy="259080"/>
                      <wp:effectExtent l="0" t="0" r="0" b="0"/>
                      <wp:wrapNone/>
                      <wp:docPr id="1" name="Form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552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10" fillcolor="#e0ffff" stroked="t" o:allowincell="f" style="position:absolute;margin-left:-1pt;margin-top:122.35pt;width:111.4pt;height:20.3pt;mso-wrap-style:none;v-text-anchor:middle">
                      <v:fill o:detectmouseclick="t" color2="#1f0000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Style w:val="Strong"/>
                <w:rFonts w:eastAsia="" w:cs="Calibri" w:cstheme="minorHAnsi" w:eastAsiaTheme="majorEastAsia"/>
                <w:b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  <w:t>Symmetriesche Verschlüsselungssysteme</w:t>
            </w:r>
          </w:p>
        </w:tc>
      </w:tr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PT Sans" w:hAnsi="PT Sans" w:eastAsia="Calibri" w:cs="" w:cstheme="minorBidi" w:eastAsiaTheme="minorHAnsi"/>
                <w:b w:val="false"/>
                <w:b w:val="false"/>
                <w:bCs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</w:pPr>
            <w:r>
              <w:rPr>
                <w:rStyle w:val="Strong"/>
                <w:rFonts w:eastAsia="Calibri" w:cs="" w:cstheme="minorBidi" w:eastAsiaTheme="minorHAnsi" w:ascii="PT Sans" w:hAnsi="PT Sans"/>
                <w:b w:val="false"/>
                <w:bCs w:val="false"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  <w:t>Schreibe folgende Begriffe an das Bild: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PT Sans" w:hAnsi="PT Sans" w:eastAsia="Calibri" w:cs="" w:cstheme="minorBidi" w:eastAsiaTheme="minorHAnsi"/>
                <w:b w:val="false"/>
                <w:b w:val="false"/>
                <w:bCs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</w:pPr>
            <w:r>
              <w:rPr>
                <w:rStyle w:val="Strong"/>
                <w:rFonts w:eastAsia="Calibri" w:cs="" w:cstheme="minorBidi" w:eastAsiaTheme="minorHAnsi" w:ascii="PT Sans" w:hAnsi="PT Sans"/>
                <w:b w:val="false"/>
                <w:bCs w:val="false"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  <w:t>KLARTEXT, KLARTEXT, geheimtext, Schlüssel, Schlüssel, verschlüsseln, entschlüsseln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b w:val="false"/>
                <w:b w:val="false"/>
                <w:bCs w:val="false"/>
              </w:rPr>
            </w:pPr>
            <w:r>
              <w:rPr>
                <w:rFonts w:eastAsia="Calibri" w:cs="" w:cstheme="minorBidi" w:eastAsiaTheme="minorHAnsi" w:ascii="PT Sans" w:hAnsi="PT Sans"/>
                <w:b w:val="false"/>
                <w:bCs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4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144780</wp:posOffset>
                      </wp:positionV>
                      <wp:extent cx="585470" cy="565150"/>
                      <wp:effectExtent l="0" t="0" r="0" b="0"/>
                      <wp:wrapNone/>
                      <wp:docPr id="2" name="Form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000" cy="564480"/>
                              </a:xfrm>
                              <a:prstGeom prst="smileyFace">
                                <a:avLst>
                                  <a:gd name="adj" fmla="val 9282"/>
                                </a:avLst>
                              </a:prstGeom>
                              <a:solidFill>
                                <a:srgbClr val="729fc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005" path="m,10800qy@19@20qx@21@22qy@23@24qx@25@26xnsem@2@5qy@27@28qx@29@30qy@31@32qx@33@34m@3@5qy@35@28qx@36@30qy@37@32qx@38@34em@1@7c@41@47@44@50@4@7nfem,10800qy@19@20qx@21@22qy@23@24qx@25@26xnfe">
                      <v:stroke joinstyle="miter"/>
                      <v:formulas>
                        <v:f eqn="val #0"/>
                        <v:f eqn="prod width 4969 21699"/>
                        <v:f eqn="val 6215"/>
                        <v:f eqn="val 13135"/>
                        <v:f eqn="val 16640"/>
                        <v:f eqn="val 7570"/>
                        <v:f eqn="val 16515"/>
                        <v:f eqn="sum @6 0 @0"/>
                        <v:f eqn="sum @6 @0 0"/>
                        <v:f eqn="prod 2 @0 1"/>
                        <v:f eqn="sum @8 @9 0"/>
                        <v:f eqn="sumangle 0 45 0"/>
                        <v:f eqn="cos 10800 @11"/>
                        <v:f eqn="sin 10800 @11"/>
                        <v:f eqn="sum 10800 0 @12"/>
                        <v:f eqn="sum 10800 @12 0"/>
                        <v:f eqn="sum 10800 0 @13"/>
                        <v:f eqn="sum 10800 @13 0"/>
                        <v:f eqn="val 1125"/>
                        <v:f eqn="sum 10800 0 0"/>
                        <v:f eqn="sum 0 10800 10800"/>
                        <v:f eqn="sum 10800 @19 0"/>
                        <v:f eqn="sum 10800 @20 0"/>
                        <v:f eqn="sum 0 @21 10800"/>
                        <v:f eqn="sum 10800 @22 0"/>
                        <v:f eqn="sum 0 @23 10800"/>
                        <v:f eqn="sum 0 @24 10800"/>
                        <v:f eqn="sum @18 @2 0"/>
                        <v:f eqn="sum 0 @5 @18"/>
                        <v:f eqn="sum @18 @27 0"/>
                        <v:f eqn="sum @18 @28 0"/>
                        <v:f eqn="sum 0 @29 @18"/>
                        <v:f eqn="sum @18 @30 0"/>
                        <v:f eqn="sum 0 @31 @18"/>
                        <v:f eqn="sum 0 @32 @18"/>
                        <v:f eqn="sum @18 @3 0"/>
                        <v:f eqn="sum @18 @35 0"/>
                        <v:f eqn="sum 0 @36 @18"/>
                        <v:f eqn="sum 0 @37 @18"/>
                        <v:f eqn="sum 0 10800 @1"/>
                        <v:f eqn="prod 2 @39 3"/>
                        <v:f eqn="sum @1 @40 0"/>
                        <v:f eqn="sum 0 @4 @1"/>
                        <v:f eqn="prod 1 @42 3"/>
                        <v:f eqn="sum @41 @43 0"/>
                        <v:f eqn="sum 0 @10 @7"/>
                        <v:f eqn="prod 2 @45 3"/>
                        <v:f eqn="sum @7 @46 0"/>
                        <v:f eqn="sum 0 @7 @7"/>
                        <v:f eqn="prod 1 @48 3"/>
                        <v:f eqn="sum @47 @49 0"/>
                      </v:formulas>
                      <v:path gradientshapeok="t" o:connecttype="rect" textboxrect="@14,@16,@15,@17"/>
                      <v:handles>
                        <v:h position="10800,@8"/>
                      </v:handles>
                    </v:shapetype>
                    <v:shape id="shape_0" ID="Form 1" fillcolor="#729fcf" stroked="t" o:allowincell="f" style="position:absolute;margin-left:84.1pt;margin-top:11.4pt;width:46pt;height:44.4pt;mso-wrap-style:none;v-text-anchor:middle" type="_x0000_t96">
                      <v:fill o:detectmouseclick="t" color2="#8d6030"/>
                      <v:stroke color="#3465a4" joinstyle="round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5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144145</wp:posOffset>
                      </wp:positionV>
                      <wp:extent cx="585470" cy="565150"/>
                      <wp:effectExtent l="0" t="0" r="0" b="0"/>
                      <wp:wrapNone/>
                      <wp:docPr id="3" name="Form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000" cy="564480"/>
                              </a:xfrm>
                              <a:prstGeom prst="smileyFace">
                                <a:avLst>
                                  <a:gd name="adj" fmla="val 9282"/>
                                </a:avLst>
                              </a:prstGeom>
                              <a:solidFill>
                                <a:srgbClr val="729fc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Form 2" fillcolor="#729fcf" stroked="t" o:allowincell="f" style="position:absolute;margin-left:313.95pt;margin-top:11.35pt;width:46pt;height:44.4pt;mso-wrap-style:none;v-text-anchor:middle" type="_x0000_t96">
                      <v:fill o:detectmouseclick="t" color2="#8d6030"/>
                      <v:stroke color="#3465a4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b w:val="false"/>
                <w:b w:val="false"/>
                <w:bCs w:val="false"/>
              </w:rPr>
            </w:pPr>
            <w:r>
              <w:rPr>
                <w:rFonts w:eastAsia="Calibri" w:cs="" w:cstheme="minorBidi" w:eastAsiaTheme="minorHAnsi" w:ascii="PT Sans" w:hAnsi="PT Sans"/>
                <w:b w:val="false"/>
                <w:bCs/>
                <w:iCs w:val="false"/>
                <w:color w:val="auto"/>
                <w:kern w:val="0"/>
                <w:sz w:val="22"/>
                <w:szCs w:val="24"/>
                <w:lang w:val="de-DE" w:eastAsia="en-US" w:bidi="ar-SA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8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41910</wp:posOffset>
                      </wp:positionV>
                      <wp:extent cx="857885" cy="259080"/>
                      <wp:effectExtent l="0" t="0" r="0" b="0"/>
                      <wp:wrapNone/>
                      <wp:docPr id="4" name="Form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16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fd5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12" fillcolor="#ffefd5" stroked="t" o:allowincell="f" style="position:absolute;margin-left:133.45pt;margin-top:3.3pt;width:67.45pt;height:20.3pt;mso-wrap-style:none;v-text-anchor:middle">
                      <v:fill o:detectmouseclick="t" color2="#00102a"/>
                      <v:stroke color="black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19">
                      <wp:simplePos x="0" y="0"/>
                      <wp:positionH relativeFrom="column">
                        <wp:posOffset>3021330</wp:posOffset>
                      </wp:positionH>
                      <wp:positionV relativeFrom="paragraph">
                        <wp:posOffset>48895</wp:posOffset>
                      </wp:positionV>
                      <wp:extent cx="857885" cy="259080"/>
                      <wp:effectExtent l="0" t="0" r="0" b="0"/>
                      <wp:wrapNone/>
                      <wp:docPr id="5" name="Form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16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fd5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13" fillcolor="#ffefd5" stroked="t" o:allowincell="f" style="position:absolute;margin-left:237.9pt;margin-top:3.85pt;width:67.45pt;height:20.3pt;mso-wrap-style:none;v-text-anchor:middle">
                      <v:fill o:detectmouseclick="t" color2="#00102a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1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41910</wp:posOffset>
                      </wp:positionV>
                      <wp:extent cx="635" cy="497205"/>
                      <wp:effectExtent l="0" t="0" r="0" b="0"/>
                      <wp:wrapNone/>
                      <wp:docPr id="6" name="vertikale Lini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49644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8.45pt,3.3pt" to="118.45pt,42.35pt" ID="vertikale Linie 1" stroked="t" o:allowincell="f" style="position:absolute">
                      <v:stroke color="#3465a4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2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-41910</wp:posOffset>
                      </wp:positionV>
                      <wp:extent cx="183515" cy="319405"/>
                      <wp:effectExtent l="0" t="0" r="0" b="0"/>
                      <wp:wrapNone/>
                      <wp:docPr id="7" name="Form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31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fd5"/>
                              </a:solidFill>
                              <a:ln w="1764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lIns="9000" rIns="9000" tIns="9000" bIns="900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7" fillcolor="#ffefd5" stroked="t" o:allowincell="f" style="position:absolute;margin-left:125.45pt;margin-top:-3.3pt;width:14.35pt;height:25.05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4</w:t>
                            </w:r>
                          </w:p>
                        </w:txbxContent>
                      </v:textbox>
                      <v:fill o:detectmouseclick="t" color2="#00102a"/>
                      <v:stroke color="#3465a4" weight="1764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3">
                      <wp:simplePos x="0" y="0"/>
                      <wp:positionH relativeFrom="column">
                        <wp:posOffset>3804285</wp:posOffset>
                      </wp:positionH>
                      <wp:positionV relativeFrom="paragraph">
                        <wp:posOffset>-42545</wp:posOffset>
                      </wp:positionV>
                      <wp:extent cx="183515" cy="306070"/>
                      <wp:effectExtent l="0" t="0" r="0" b="0"/>
                      <wp:wrapNone/>
                      <wp:docPr id="8" name="Form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30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fd5"/>
                              </a:solidFill>
                              <a:ln w="1764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lIns="9000" rIns="9000" tIns="9000" bIns="900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8" fillcolor="#ffefd5" stroked="t" o:allowincell="f" style="position:absolute;margin-left:299.55pt;margin-top:-3.35pt;width:14.35pt;height:24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4</w:t>
                            </w:r>
                          </w:p>
                        </w:txbxContent>
                      </v:textbox>
                      <v:fill o:detectmouseclick="t" color2="#00102a"/>
                      <v:stroke color="#3465a4" weight="1764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14">
                      <wp:simplePos x="0" y="0"/>
                      <wp:positionH relativeFrom="column">
                        <wp:posOffset>4116705</wp:posOffset>
                      </wp:positionH>
                      <wp:positionV relativeFrom="paragraph">
                        <wp:posOffset>7620</wp:posOffset>
                      </wp:positionV>
                      <wp:extent cx="635" cy="497205"/>
                      <wp:effectExtent l="0" t="0" r="0" b="0"/>
                      <wp:wrapNone/>
                      <wp:docPr id="9" name="vertikale Lini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49644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24.15pt,0.6pt" to="324.15pt,39.65pt" ID="vertikale Linie 2" stroked="t" o:allowincell="f" style="position:absolute">
                      <v:stroke color="#3465a4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20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29845</wp:posOffset>
                      </wp:positionV>
                      <wp:extent cx="1416050" cy="259080"/>
                      <wp:effectExtent l="0" t="0" r="0" b="0"/>
                      <wp:wrapNone/>
                      <wp:docPr id="10" name="Form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552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6" fillcolor="#e0ffff" stroked="t" o:allowincell="f" style="position:absolute;margin-left:348.3pt;margin-top:2.35pt;width:111.4pt;height:20.3pt;mso-wrap-style:none;v-text-anchor:middle">
                      <v:fill o:detectmouseclick="t" color2="#1f0000"/>
                      <v:stroke color="black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21">
                      <wp:simplePos x="0" y="0"/>
                      <wp:positionH relativeFrom="column">
                        <wp:posOffset>2137410</wp:posOffset>
                      </wp:positionH>
                      <wp:positionV relativeFrom="paragraph">
                        <wp:posOffset>11430</wp:posOffset>
                      </wp:positionV>
                      <wp:extent cx="1416050" cy="259080"/>
                      <wp:effectExtent l="0" t="0" r="0" b="0"/>
                      <wp:wrapNone/>
                      <wp:docPr id="11" name="Form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552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4e1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14" fillcolor="#ffe4e1" stroked="t" o:allowincell="f" style="position:absolute;margin-left:168.3pt;margin-top:0.9pt;width:111.4pt;height:20.3pt;mso-wrap-style:none;v-text-anchor:middle">
                      <v:fill o:detectmouseclick="t" color2="#001b1e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6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13970</wp:posOffset>
                      </wp:positionV>
                      <wp:extent cx="544830" cy="319405"/>
                      <wp:effectExtent l="0" t="0" r="0" b="0"/>
                      <wp:wrapNone/>
                      <wp:docPr id="12" name="Form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320" cy="31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fff"/>
                              </a:solidFill>
                              <a:ln w="1764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HALLO</w:t>
                                  </w:r>
                                </w:p>
                              </w:txbxContent>
                            </wps:txbx>
                            <wps:bodyPr lIns="9000" rIns="9000" tIns="9000" bIns="900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3" fillcolor="#e0ffff" stroked="t" o:allowincell="f" style="position:absolute;margin-left:32.2pt;margin-top:1.1pt;width:42.8pt;height:25.05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HALLO</w:t>
                            </w:r>
                          </w:p>
                        </w:txbxContent>
                      </v:textbox>
                      <v:fill o:detectmouseclick="t" color2="#1f0000"/>
                      <v:stroke color="#3465a4" weight="1764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7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12700</wp:posOffset>
                      </wp:positionV>
                      <wp:extent cx="455930" cy="319405"/>
                      <wp:effectExtent l="0" t="0" r="0" b="0"/>
                      <wp:wrapNone/>
                      <wp:docPr id="13" name="Form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5400" cy="31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4e1"/>
                              </a:solidFill>
                              <a:ln w="1764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kdoor</w:t>
                                  </w:r>
                                </w:p>
                              </w:txbxContent>
                            </wps:txbx>
                            <wps:bodyPr lIns="9000" rIns="9000" tIns="9000" bIns="900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4" fillcolor="#ffe4e1" stroked="t" o:allowincell="f" style="position:absolute;margin-left:209pt;margin-top:1pt;width:35.8pt;height:25.05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kdoor</w:t>
                            </w:r>
                          </w:p>
                        </w:txbxContent>
                      </v:textbox>
                      <v:fill o:detectmouseclick="t" color2="#001b1e"/>
                      <v:stroke color="#3465a4" weight="1764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8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220345</wp:posOffset>
                      </wp:positionV>
                      <wp:extent cx="1701800" cy="13970"/>
                      <wp:effectExtent l="0" t="0" r="0" b="0"/>
                      <wp:wrapNone/>
                      <wp:docPr id="14" name="Lini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01000" cy="1332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75.05pt,17.35pt" to="208.95pt,18.35pt" ID="Linie 1" stroked="t" o:allowincell="f" style="position:absolute;flip:y">
                      <v:stroke color="#3465a4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9">
                      <wp:simplePos x="0" y="0"/>
                      <wp:positionH relativeFrom="column">
                        <wp:posOffset>4824095</wp:posOffset>
                      </wp:positionH>
                      <wp:positionV relativeFrom="paragraph">
                        <wp:posOffset>11430</wp:posOffset>
                      </wp:positionV>
                      <wp:extent cx="544830" cy="319405"/>
                      <wp:effectExtent l="0" t="0" r="0" b="0"/>
                      <wp:wrapNone/>
                      <wp:docPr id="15" name="Form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320" cy="31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fff"/>
                              </a:solidFill>
                              <a:ln w="1764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HALLO</w:t>
                                  </w:r>
                                </w:p>
                              </w:txbxContent>
                            </wps:txbx>
                            <wps:bodyPr lIns="9000" rIns="9000" tIns="9000" bIns="900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5" fillcolor="#e0ffff" stroked="t" o:allowincell="f" style="position:absolute;margin-left:379.85pt;margin-top:0.9pt;width:42.8pt;height:25.05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HALLO</w:t>
                            </w:r>
                          </w:p>
                        </w:txbxContent>
                      </v:textbox>
                      <v:fill o:detectmouseclick="t" color2="#1f0000"/>
                      <v:stroke color="#3465a4" weight="1764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10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193040</wp:posOffset>
                      </wp:positionV>
                      <wp:extent cx="1701800" cy="13970"/>
                      <wp:effectExtent l="0" t="0" r="0" b="0"/>
                      <wp:wrapNone/>
                      <wp:docPr id="16" name="Lini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01000" cy="1332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44.85pt,15.2pt" to="378.75pt,16.2pt" ID="Linie 2" stroked="t" o:allowincell="f" style="position:absolute;flip:y">
                      <v:stroke color="#3465a4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5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73025</wp:posOffset>
                      </wp:positionV>
                      <wp:extent cx="1578610" cy="259080"/>
                      <wp:effectExtent l="0" t="0" r="0" b="0"/>
                      <wp:wrapNone/>
                      <wp:docPr id="17" name="Form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88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9" fillcolor="white" stroked="t" o:allowincell="f" style="position:absolute;margin-left:78.3pt;margin-top:5.75pt;width:124.2pt;height:20.3pt;mso-wrap-style:none;v-text-anchor:middle">
                      <v:fill o:detectmouseclick="t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17">
                      <wp:simplePos x="0" y="0"/>
                      <wp:positionH relativeFrom="column">
                        <wp:posOffset>3184525</wp:posOffset>
                      </wp:positionH>
                      <wp:positionV relativeFrom="paragraph">
                        <wp:posOffset>52070</wp:posOffset>
                      </wp:positionV>
                      <wp:extent cx="1572260" cy="259080"/>
                      <wp:effectExtent l="0" t="0" r="0" b="0"/>
                      <wp:wrapNone/>
                      <wp:docPr id="18" name="Form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760" cy="258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11" fillcolor="white" stroked="t" o:allowincell="f" style="position:absolute;margin-left:250.75pt;margin-top:4.1pt;width:123.7pt;height:20.3pt;mso-wrap-style:none;v-text-anchor:middle">
                      <v:fill o:detectmouseclick="t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lenraster"/>
        <w:tblW w:w="9776" w:type="dxa"/>
        <w:jc w:val="left"/>
        <w:tblInd w:w="0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9776"/>
      </w:tblGrid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BDE8FF" w:themeFill="accent1" w:themeFillTint="33" w:val="clear"/>
          </w:tcPr>
          <w:p>
            <w:pPr>
              <w:pStyle w:val="Berschrift1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rPr>
                <w:rFonts w:ascii="PT Sans" w:hAnsi="PT Sans" w:eastAsia="" w:cs="Calibri" w:cstheme="minorHAnsi" w:eastAsiaTheme="majorEastAsia"/>
                <w:b w:val="false"/>
                <w:b w:val="false"/>
                <w:bCs w:val="false"/>
                <w:i w:val="false"/>
                <w:i w:val="false"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</w:pPr>
            <w:r>
              <w:rPr>
                <w:rStyle w:val="Strong"/>
                <w:rFonts w:eastAsia="" w:cs="Calibri" w:cstheme="minorHAnsi" w:eastAsiaTheme="majorEastAsia"/>
                <w:b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  <w:t>Verschlüsselung</w:t>
            </w:r>
          </w:p>
        </w:tc>
      </w:tr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Style w:val="Strong"/>
                <w:b w:val="false"/>
                <w:iCs w:val="false"/>
                <w:szCs w:val="24"/>
              </w:rPr>
              <w:t>Ver</w:t>
            </w:r>
            <w:r>
              <w:rPr>
                <w:rStyle w:val="Strong"/>
                <w:rFonts w:eastAsia="Calibri" w:cs="" w:cstheme="minorBidi" w:eastAsiaTheme="minorHAnsi"/>
                <w:b w:val="false"/>
                <w:bCs/>
                <w:iCs w:val="false"/>
                <w:color w:val="auto"/>
                <w:kern w:val="0"/>
                <w:sz w:val="22"/>
                <w:szCs w:val="22"/>
                <w:lang w:val="de-DE" w:eastAsia="en-US" w:bidi="ar-SA"/>
              </w:rPr>
              <w:t>schlüssele folgenden Satz mit dem Schlüssel 4: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tbl>
            <w:tblPr>
              <w:tblW w:w="956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15"/>
              <w:gridCol w:w="416"/>
              <w:gridCol w:w="415"/>
              <w:gridCol w:w="416"/>
              <w:gridCol w:w="416"/>
              <w:gridCol w:w="415"/>
              <w:gridCol w:w="416"/>
              <w:gridCol w:w="415"/>
              <w:gridCol w:w="416"/>
              <w:gridCol w:w="416"/>
              <w:gridCol w:w="415"/>
              <w:gridCol w:w="416"/>
              <w:gridCol w:w="416"/>
              <w:gridCol w:w="416"/>
              <w:gridCol w:w="415"/>
              <w:gridCol w:w="415"/>
              <w:gridCol w:w="416"/>
              <w:gridCol w:w="415"/>
              <w:gridCol w:w="416"/>
              <w:gridCol w:w="417"/>
              <w:gridCol w:w="415"/>
              <w:gridCol w:w="416"/>
              <w:gridCol w:w="414"/>
            </w:tblGrid>
            <w:tr>
              <w:trPr/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M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O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R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G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E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A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C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H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T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U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H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R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I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M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K</w:t>
                  </w:r>
                </w:p>
              </w:tc>
              <w:tc>
                <w:tcPr>
                  <w:tcW w:w="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I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O</w:t>
                  </w:r>
                </w:p>
              </w:tc>
            </w:tr>
            <w:tr>
              <w:trPr/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7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4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</w:tc>
      </w:tr>
    </w:tbl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Tabellenraster"/>
        <w:tblW w:w="9776" w:type="dxa"/>
        <w:jc w:val="left"/>
        <w:tblInd w:w="0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9776"/>
      </w:tblGrid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BDE8FF" w:themeFill="accent1" w:themeFillTint="33" w:val="clear"/>
          </w:tcPr>
          <w:p>
            <w:pPr>
              <w:pStyle w:val="Berschrift1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rPr>
                <w:rFonts w:ascii="PT Sans" w:hAnsi="PT Sans" w:eastAsia="" w:cs="Calibri" w:cstheme="minorHAnsi" w:eastAsiaTheme="majorEastAsia"/>
                <w:b w:val="false"/>
                <w:b w:val="false"/>
                <w:bCs w:val="false"/>
                <w:i w:val="false"/>
                <w:i w:val="false"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</w:pPr>
            <w:r>
              <w:rPr>
                <w:rStyle w:val="Strong"/>
                <w:rFonts w:eastAsia="" w:cs="Calibri" w:cstheme="minorHAnsi" w:eastAsiaTheme="majorEastAsia"/>
                <w:b/>
                <w:iCs w:val="false"/>
                <w:color w:val="0077B6" w:themeColor="accent1"/>
                <w:kern w:val="0"/>
                <w:sz w:val="28"/>
                <w:szCs w:val="24"/>
                <w:lang w:val="de-DE" w:eastAsia="en-US" w:bidi="ar-SA"/>
              </w:rPr>
              <w:t>Entschlüsselung</w:t>
            </w:r>
          </w:p>
        </w:tc>
      </w:tr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rong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Entschlüssele folgende Nachricht mit Schlüssel 9:</w:t>
            </w:r>
          </w:p>
          <w:tbl>
            <w:tblPr>
              <w:tblW w:w="966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22"/>
              <w:gridCol w:w="321"/>
              <w:gridCol w:w="323"/>
              <w:gridCol w:w="319"/>
            </w:tblGrid>
            <w:tr>
              <w:trPr/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</w:tr>
            <w:tr>
              <w:trPr/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q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d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c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p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r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k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c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b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w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d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n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u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i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d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v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r</w:t>
                  </w:r>
                </w:p>
              </w:tc>
              <w:tc>
                <w:tcPr>
                  <w:tcW w:w="32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c</w:t>
                  </w:r>
                </w:p>
              </w:tc>
              <w:tc>
                <w:tcPr>
                  <w:tcW w:w="32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c</w:t>
                  </w:r>
                </w:p>
              </w:tc>
              <w:tc>
                <w:tcPr>
                  <w:tcW w:w="32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j</w:t>
                  </w:r>
                </w:p>
              </w:tc>
              <w:tc>
                <w:tcPr>
                  <w:tcW w:w="31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Tabelleninhalt"/>
                    <w:widowControl w:val="false"/>
                    <w:spacing w:before="0" w:after="160"/>
                    <w:jc w:val="left"/>
                    <w:rPr>
                      <w:rFonts w:ascii="PT Sans" w:hAnsi="PT Sans"/>
                      <w:b w:val="false"/>
                      <w:b w:val="false"/>
                      <w:bCs w:val="false"/>
                      <w:i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b w:val="false"/>
                      <w:bCs w:val="false"/>
                      <w:i w:val="false"/>
                      <w:iCs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</w:rPr>
                    <w:t>p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0" w:after="160"/>
        <w:rPr>
          <w:sz w:val="2"/>
          <w:szCs w:val="2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077" w:right="1077" w:gutter="0" w:header="425" w:top="992" w:footer="425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PT San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T Sans">
    <w:charset w:val="01"/>
    <w:family w:val="swiss"/>
    <w:pitch w:val="variable"/>
  </w:font>
  <w:font w:name="Segoe Prin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mc:AlternateContent>
        <mc:Choice Requires="wps">
          <w:drawing>
            <wp:anchor behindDoc="1" distT="3175" distB="3175" distL="3175" distR="3175" simplePos="0" locked="0" layoutInCell="0" allowOverlap="1" relativeHeight="2" wp14:anchorId="47BA57FF">
              <wp:simplePos x="0" y="0"/>
              <wp:positionH relativeFrom="column">
                <wp:posOffset>5795010</wp:posOffset>
              </wp:positionH>
              <wp:positionV relativeFrom="paragraph">
                <wp:posOffset>-452120</wp:posOffset>
              </wp:positionV>
              <wp:extent cx="1033780" cy="240030"/>
              <wp:effectExtent l="0" t="0" r="0" b="0"/>
              <wp:wrapNone/>
              <wp:docPr id="21" name="Textfeld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33200" cy="239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ahmeninhalt"/>
                            <w:spacing w:before="0" w:after="160"/>
                            <w:rPr>
                              <w:color w:val="9FACBD"/>
                            </w:rPr>
                          </w:pPr>
                          <w:hyperlink r:id="rId1">
                            <w:r>
                              <w:rPr>
                                <w:rStyle w:val="Internetverknpfung"/>
                                <w:color w:val="9FACBD"/>
                                <w:sz w:val="18"/>
                                <w:szCs w:val="18"/>
                              </w:rPr>
                              <w:t>www.o-mathe.de</w:t>
                            </w:r>
                          </w:hyperlink>
                        </w:p>
                      </w:txbxContent>
                    </wps:txbx>
                    <wps:bodyPr anchor="t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2" path="m0,0l-2147483645,0l-2147483645,-2147483646l0,-2147483646xe" stroked="f" o:allowincell="f" style="position:absolute;margin-left:456.35pt;margin-top:-35.6pt;width:81.3pt;height:18.8pt;mso-wrap-style:square;v-text-anchor:top;rotation:270" wp14:anchorId="47BA57FF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Rahmeninhalt"/>
                      <w:spacing w:before="0" w:after="160"/>
                      <w:rPr>
                        <w:color w:val="9FACBD"/>
                      </w:rPr>
                    </w:pPr>
                    <w:hyperlink r:id="rId2">
                      <w:r>
                        <w:rPr>
                          <w:rStyle w:val="Internetverknpfung"/>
                          <w:color w:val="9FACBD"/>
                          <w:sz w:val="18"/>
                          <w:szCs w:val="18"/>
                        </w:rPr>
                        <w:t>www.o-mathe.de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3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1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3398"/>
      <w:gridCol w:w="3971"/>
      <w:gridCol w:w="2412"/>
    </w:tblGrid>
    <w:tr>
      <w:trPr/>
      <w:tc>
        <w:tcPr>
          <w:tcW w:w="3398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/>
            <w:drawing>
              <wp:inline distT="0" distB="0" distL="0" distR="0">
                <wp:extent cx="179705" cy="179705"/>
                <wp:effectExtent l="0" t="0" r="0" b="0"/>
                <wp:docPr id="19" name="Grafik 7" descr="C:\MAMP\htdocs\inf-schule-lokal\assets\img\logo\logo_inf-schule_nur_i_bla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Grafik 7" descr="C:\MAMP\htdocs\inf-schule-lokal\assets\img\logo\logo_inf-schule_nur_i_bla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eastAsia="Calibri" w:cs=""/>
              <w:b/>
              <w:bCs/>
              <w:color w:val="808080" w:themeColor="background1" w:themeShade="80"/>
              <w:kern w:val="0"/>
              <w:sz w:val="20"/>
              <w:szCs w:val="20"/>
              <w:lang w:val="de-DE" w:eastAsia="en-US" w:bidi="ar-SA"/>
            </w:rPr>
            <w:t xml:space="preserve"> </w:t>
          </w:r>
        </w:p>
      </w:tc>
      <w:tc>
        <w:tcPr>
          <w:tcW w:w="3971" w:type="dxa"/>
          <w:tcBorders>
            <w:top w:val="nil"/>
            <w:left w:val="nil"/>
            <w:bottom w:val="single" w:sz="8" w:space="0" w:color="2C8F78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>
              <w:b/>
              <w:bCs/>
              <w:color w:val="808080" w:themeColor="background1" w:themeShade="80"/>
              <w:sz w:val="20"/>
              <w:szCs w:val="20"/>
            </w:rPr>
          </w:r>
        </w:p>
      </w:tc>
      <w:tc>
        <w:tcPr>
          <w:tcW w:w="2412" w:type="dxa"/>
          <w:tcBorders>
            <w:top w:val="nil"/>
            <w:left w:val="nil"/>
            <w:bottom w:val="single" w:sz="8" w:space="0" w:color="2C8F78"/>
            <w:right w:val="nil"/>
          </w:tcBorders>
          <w:vAlign w:val="bottom"/>
        </w:tcPr>
        <w:p>
          <w:pPr>
            <w:pStyle w:val="Kopfzeile"/>
            <w:widowControl w:val="false"/>
            <w:suppressAutoHyphens w:val="true"/>
            <w:spacing w:before="0" w:after="0"/>
            <w:jc w:val="left"/>
            <w:rPr>
              <w:color w:val="808080" w:themeColor="background1" w:themeShade="80"/>
              <w:sz w:val="20"/>
              <w:szCs w:val="20"/>
            </w:rPr>
          </w:pPr>
          <w:r>
            <w:rPr>
              <w:color w:val="808080" w:themeColor="background1" w:themeShade="80"/>
              <w:sz w:val="20"/>
              <w:szCs w:val="20"/>
            </w:rPr>
          </w:r>
        </w:p>
      </w:tc>
    </w:tr>
  </w:tbl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5092"/>
      <w:gridCol w:w="2801"/>
      <w:gridCol w:w="1888"/>
    </w:tblGrid>
    <w:tr>
      <w:trPr/>
      <w:tc>
        <w:tcPr>
          <w:tcW w:w="509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</w:rPr>
          </w:pPr>
          <w:r>
            <w:rPr/>
            <w:drawing>
              <wp:inline distT="0" distB="0" distL="0" distR="0">
                <wp:extent cx="3200400" cy="446405"/>
                <wp:effectExtent l="0" t="0" r="0" b="0"/>
                <wp:docPr id="20" name="Grafik 1" descr="C:\MAMP\htdocs\inf-schule-lokal\assets\img\logo\logo_inf-schu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Grafik 1" descr="C:\MAMP\htdocs\inf-schule-lokal\assets\img\logo\logo_inf-schu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0400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1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0077B6" w:themeColor="accent1"/>
            </w:rPr>
          </w:pPr>
          <w:r>
            <w:rPr>
              <w:b/>
              <w:bCs/>
              <w:color w:val="0077B6" w:themeColor="accent1"/>
            </w:rPr>
          </w:r>
        </w:p>
      </w:tc>
      <w:tc>
        <w:tcPr>
          <w:tcW w:w="1888" w:type="dxa"/>
          <w:vMerge w:val="restart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 w:val="false"/>
            <w:suppressAutoHyphens w:val="true"/>
            <w:spacing w:before="0" w:after="0"/>
            <w:jc w:val="left"/>
            <w:rPr>
              <w:color w:val="0077B6" w:themeColor="accent1"/>
              <w:sz w:val="20"/>
              <w:szCs w:val="20"/>
            </w:rPr>
          </w:pPr>
          <w:r>
            <w:rPr>
              <w:rFonts w:eastAsia="Calibri" w:cs=""/>
              <w:color w:val="0077B6" w:themeColor="accent1"/>
              <w:kern w:val="0"/>
              <w:sz w:val="20"/>
              <w:szCs w:val="20"/>
              <w:lang w:val="de-DE" w:eastAsia="en-US" w:bidi="ar-SA"/>
            </w:rPr>
            <w:t>Datum:</w:t>
          </w:r>
        </w:p>
      </w:tc>
    </w:tr>
    <w:tr>
      <w:trPr/>
      <w:tc>
        <w:tcPr>
          <w:tcW w:w="5092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rFonts w:ascii="PT Sans" w:hAnsi="PT Sans"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</w:pPr>
          <w:r>
            <w:rPr>
              <w:rFonts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  <w:t>Verschlüsselung - Caesar</w:t>
          </w:r>
        </w:p>
      </w:tc>
      <w:tc>
        <w:tcPr>
          <w:tcW w:w="2801" w:type="dxa"/>
          <w:tcBorders>
            <w:top w:val="nil"/>
            <w:left w:val="nil"/>
            <w:bottom w:val="single" w:sz="8" w:space="0" w:color="44546A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0077B6" w:themeColor="accent1"/>
              <w:sz w:val="19"/>
              <w:szCs w:val="19"/>
            </w:rPr>
          </w:pPr>
          <w:r>
            <w:rPr>
              <w:b/>
              <w:bCs/>
              <w:color w:val="0077B6" w:themeColor="accent1"/>
              <w:sz w:val="19"/>
              <w:szCs w:val="19"/>
            </w:rPr>
          </w:r>
        </w:p>
      </w:tc>
      <w:tc>
        <w:tcPr>
          <w:tcW w:w="1888" w:type="dxa"/>
          <w:vMerge w:val="continue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color w:val="0077B6" w:themeColor="accent1"/>
            </w:rPr>
          </w:pPr>
          <w:r>
            <w:rPr>
              <w:color w:val="0077B6" w:themeColor="accent1"/>
            </w:rPr>
          </w:r>
        </w:p>
      </w:tc>
    </w:tr>
  </w:tbl>
  <w:p>
    <w:pPr>
      <w:pStyle w:val="Kopfzeile"/>
      <w:rPr>
        <w:color w:val="44546A" w:themeColor="text2"/>
      </w:rPr>
    </w:pPr>
    <w:r>
      <w:rPr>
        <w:color w:val="44546A" w:themeColor="text2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79d8"/>
    <w:pPr>
      <w:widowControl/>
      <w:suppressAutoHyphens w:val="true"/>
      <w:bidi w:val="0"/>
      <w:spacing w:lineRule="auto" w:line="259" w:before="0" w:after="16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54410f"/>
    <w:pPr>
      <w:keepNext w:val="true"/>
      <w:keepLines/>
      <w:spacing w:before="240" w:after="0"/>
      <w:outlineLvl w:val="0"/>
    </w:pPr>
    <w:rPr>
      <w:rFonts w:eastAsia="" w:cs="Calibri" w:cstheme="minorHAnsi" w:eastAsiaTheme="majorEastAsia"/>
      <w:b/>
      <w:bCs/>
      <w:color w:val="0077B6" w:themeColor="accent1"/>
      <w:sz w:val="28"/>
      <w:szCs w:val="32"/>
    </w:rPr>
  </w:style>
  <w:style w:type="paragraph" w:styleId="Berschrift2">
    <w:name w:val="Heading 2"/>
    <w:basedOn w:val="Normal"/>
    <w:next w:val="Normal"/>
    <w:link w:val="berschrift2Zchn"/>
    <w:uiPriority w:val="9"/>
    <w:unhideWhenUsed/>
    <w:qFormat/>
    <w:rsid w:val="00ce1f62"/>
    <w:pPr>
      <w:keepNext w:val="true"/>
      <w:keepLines/>
      <w:spacing w:lineRule="auto" w:line="264" w:before="120" w:after="0"/>
      <w:outlineLvl w:val="1"/>
    </w:pPr>
    <w:rPr>
      <w:rFonts w:eastAsia="" w:cs="" w:cstheme="majorBidi" w:eastAsiaTheme="majorEastAsia"/>
      <w:b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Zchn" w:customStyle="1">
    <w:name w:val="Titel Zchn"/>
    <w:basedOn w:val="DefaultParagraphFont"/>
    <w:link w:val="Titel"/>
    <w:uiPriority w:val="10"/>
    <w:qFormat/>
    <w:rsid w:val="00d779d8"/>
    <w:rPr>
      <w:rFonts w:ascii="PT Sans" w:hAnsi="PT Sans" w:eastAsia="" w:cs="Calibri Light" w:cstheme="majorHAnsi" w:eastAsiaTheme="majorEastAsia"/>
      <w:spacing w:val="5"/>
      <w:kern w:val="2"/>
      <w:sz w:val="52"/>
      <w:szCs w:val="52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b371ba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b371ba"/>
    <w:rPr/>
  </w:style>
  <w:style w:type="character" w:styleId="UntertitelZchn" w:customStyle="1">
    <w:name w:val="Untertitel Zchn"/>
    <w:basedOn w:val="DefaultParagraphFont"/>
    <w:link w:val="Untertitel"/>
    <w:uiPriority w:val="11"/>
    <w:qFormat/>
    <w:rsid w:val="00ce1f62"/>
    <w:rPr>
      <w:rFonts w:eastAsia="" w:eastAsiaTheme="minorEastAsia"/>
      <w:i/>
      <w:spacing w:val="10"/>
      <w:sz w:val="20"/>
    </w:rPr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54410f"/>
    <w:rPr>
      <w:rFonts w:ascii="PT Sans" w:hAnsi="PT Sans" w:eastAsia="" w:cs="Calibri" w:cstheme="minorHAnsi" w:eastAsiaTheme="majorEastAsia"/>
      <w:b/>
      <w:bCs/>
      <w:color w:val="0077B6" w:themeColor="accent1"/>
      <w:sz w:val="28"/>
      <w:szCs w:val="32"/>
    </w:rPr>
  </w:style>
  <w:style w:type="character" w:styleId="Berschrift2Zchn" w:customStyle="1">
    <w:name w:val="Überschrift 2 Zchn"/>
    <w:basedOn w:val="DefaultParagraphFont"/>
    <w:link w:val="berschrift2"/>
    <w:uiPriority w:val="9"/>
    <w:qFormat/>
    <w:rsid w:val="00ce1f62"/>
    <w:rPr>
      <w:rFonts w:eastAsia="" w:cs="" w:cstheme="majorBidi" w:eastAsiaTheme="majorEastAsia"/>
      <w:b/>
      <w:szCs w:val="26"/>
    </w:rPr>
  </w:style>
  <w:style w:type="character" w:styleId="FunotentextZchn" w:customStyle="1">
    <w:name w:val="Fußnotentext Zchn"/>
    <w:basedOn w:val="DefaultParagraphFont"/>
    <w:link w:val="Funotentext"/>
    <w:uiPriority w:val="99"/>
    <w:qFormat/>
    <w:rsid w:val="002c6af5"/>
    <w:rPr>
      <w:rFonts w:ascii="PT Sans" w:hAnsi="PT Sans"/>
      <w:sz w:val="20"/>
      <w:szCs w:val="20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f44e50"/>
    <w:rPr>
      <w:vertAlign w:val="superscript"/>
    </w:rPr>
  </w:style>
  <w:style w:type="character" w:styleId="Internetverknpfung">
    <w:name w:val="Internetverknüpfung"/>
    <w:basedOn w:val="DefaultParagraphFont"/>
    <w:uiPriority w:val="99"/>
    <w:unhideWhenUsed/>
    <w:qFormat/>
    <w:rsid w:val="009b3178"/>
    <w:rPr>
      <w:i/>
      <w:color w:val="007FBB"/>
      <w:u w:val="non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e1f62"/>
    <w:rPr>
      <w:color w:val="605E5C"/>
      <w:shd w:fill="E1DFDD" w:val="clear"/>
    </w:rPr>
  </w:style>
  <w:style w:type="character" w:styleId="PlaceholderText">
    <w:name w:val="Placeholder Text"/>
    <w:basedOn w:val="DefaultParagraphFont"/>
    <w:uiPriority w:val="99"/>
    <w:semiHidden/>
    <w:qFormat/>
    <w:rsid w:val="002c6af5"/>
    <w:rPr>
      <w:color w:val="808080"/>
    </w:rPr>
  </w:style>
  <w:style w:type="character" w:styleId="ZielKastenZchn" w:customStyle="1">
    <w:name w:val="Ziel-Kasten Zchn"/>
    <w:basedOn w:val="DefaultParagraphFont"/>
    <w:link w:val="Ziel-Kasten"/>
    <w:qFormat/>
    <w:rsid w:val="003704fb"/>
    <w:rPr>
      <w:rFonts w:ascii="PT Sans" w:hAnsi="PT Sans"/>
      <w:color w:val="0077B6" w:themeColor="accent1"/>
      <w:shd w:fill="7BD1FF" w:val="clear"/>
    </w:rPr>
  </w:style>
  <w:style w:type="character" w:styleId="Strong">
    <w:name w:val="Strong"/>
    <w:basedOn w:val="DefaultParagraphFont"/>
    <w:uiPriority w:val="22"/>
    <w:qFormat/>
    <w:rsid w:val="006e5310"/>
    <w:rPr>
      <w:b/>
      <w:bCs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a63d17"/>
    <w:rPr>
      <w:rFonts w:ascii="Segoe UI" w:hAnsi="Segoe UI" w:cs="Segoe UI"/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el">
    <w:name w:val="Title"/>
    <w:basedOn w:val="Normal"/>
    <w:next w:val="Normal"/>
    <w:link w:val="TitelZchn"/>
    <w:uiPriority w:val="10"/>
    <w:qFormat/>
    <w:rsid w:val="00d779d8"/>
    <w:pPr>
      <w:pBdr>
        <w:bottom w:val="single" w:sz="4" w:space="1" w:color="808080"/>
      </w:pBdr>
      <w:spacing w:lineRule="auto" w:line="240" w:before="0" w:after="0"/>
      <w:contextualSpacing/>
    </w:pPr>
    <w:rPr>
      <w:rFonts w:eastAsia="" w:cs="Calibri Light" w:cstheme="majorHAnsi" w:eastAsiaTheme="majorEastAsia"/>
      <w:spacing w:val="5"/>
      <w:kern w:val="2"/>
      <w:sz w:val="52"/>
      <w:szCs w:val="52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Untertitel">
    <w:name w:val="Subtitle"/>
    <w:basedOn w:val="Normal"/>
    <w:next w:val="Normal"/>
    <w:link w:val="UntertitelZchn"/>
    <w:uiPriority w:val="11"/>
    <w:qFormat/>
    <w:rsid w:val="00ce1f62"/>
    <w:pPr>
      <w:jc w:val="right"/>
    </w:pPr>
    <w:rPr>
      <w:rFonts w:eastAsia="" w:eastAsiaTheme="minorEastAsia"/>
      <w:i/>
      <w:spacing w:val="10"/>
      <w:sz w:val="20"/>
    </w:rPr>
  </w:style>
  <w:style w:type="paragraph" w:styleId="NoSpacing">
    <w:name w:val="No Spacing"/>
    <w:uiPriority w:val="1"/>
    <w:qFormat/>
    <w:rsid w:val="00d779d8"/>
    <w:pPr>
      <w:widowControl/>
      <w:suppressAutoHyphens w:val="true"/>
      <w:bidi w:val="0"/>
      <w:spacing w:lineRule="auto" w:line="240" w:before="0" w:after="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Text" w:customStyle="1">
    <w:name w:val="Text"/>
    <w:basedOn w:val="NoSpacing"/>
    <w:qFormat/>
    <w:rsid w:val="00d779d8"/>
    <w:pPr>
      <w:spacing w:lineRule="auto" w:line="264" w:before="60" w:after="60"/>
      <w:jc w:val="both"/>
    </w:pPr>
    <w:rPr/>
  </w:style>
  <w:style w:type="paragraph" w:styleId="Funote">
    <w:name w:val="Footnote Text"/>
    <w:basedOn w:val="Normal"/>
    <w:link w:val="FunotentextZchn"/>
    <w:uiPriority w:val="99"/>
    <w:unhideWhenUsed/>
    <w:rsid w:val="002c6af5"/>
    <w:pPr>
      <w:tabs>
        <w:tab w:val="clear" w:pos="708"/>
        <w:tab w:val="left" w:pos="284" w:leader="none"/>
      </w:tabs>
      <w:spacing w:lineRule="auto" w:line="240" w:before="0" w:after="0"/>
      <w:ind w:left="284" w:hanging="284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5a4c16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  <w:lang w:eastAsia="de-DE"/>
    </w:rPr>
  </w:style>
  <w:style w:type="paragraph" w:styleId="ZielKasten" w:customStyle="1">
    <w:name w:val="Ziel-Kasten"/>
    <w:basedOn w:val="Normal"/>
    <w:link w:val="Ziel-KastenZchn"/>
    <w:qFormat/>
    <w:rsid w:val="003704fb"/>
    <w:pPr>
      <w:shd w:val="clear" w:color="auto" w:fill="7BD1FF" w:themeFill="accent1" w:themeFillTint="66"/>
    </w:pPr>
    <w:rPr>
      <w:color w:val="0077B6" w:themeColor="accent1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63d1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ahmeninhalt">
    <w:name w:val="Rahmeninhalt"/>
    <w:basedOn w:val="Normal"/>
    <w:qFormat/>
    <w:pPr/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5763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bottom w:w="28" w:type="dxa"/>
      </w:tblCellMar>
    </w:tblPr>
  </w:style>
  <w:style w:type="table" w:styleId="TabellemithellemGitternetz">
    <w:name w:val="Grid Table Light"/>
    <w:basedOn w:val="NormaleTabelle"/>
    <w:uiPriority w:val="40"/>
    <w:rsid w:val="005a4c16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o-mathe.de/" TargetMode="External"/><Relationship Id="rId2" Type="http://schemas.openxmlformats.org/officeDocument/2006/relationships/hyperlink" Target="http://www.o-mathe.de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">
  <a:themeElements>
    <a:clrScheme name="inf-schu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7B6"/>
      </a:accent1>
      <a:accent2>
        <a:srgbClr val="B82929"/>
      </a:accent2>
      <a:accent3>
        <a:srgbClr val="F5F5F5"/>
      </a:accent3>
      <a:accent4>
        <a:srgbClr val="66B8A0"/>
      </a:accent4>
      <a:accent5>
        <a:srgbClr val="FCCB00"/>
      </a:accent5>
      <a:accent6>
        <a:srgbClr val="A5A5A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5333-2D0B-4C67-BC01-1C2A16D2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o-mathe Vorlage Arbeitsblatt.dotx</Template>
  <TotalTime>19</TotalTime>
  <Application>LibreOffice/7.2.0.4$Windows_X86_64 LibreOffice_project/9a9c6381e3f7a62afc1329bd359cc48accb6435b</Application>
  <AppVersion>15.0000</AppVersion>
  <Pages>1</Pages>
  <Words>84</Words>
  <Characters>395</Characters>
  <CharactersWithSpaces>430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2022-07-12T18:50:00Z</dcterms:created>
  <dc:creator>www.inf-schule.de</dc:creator>
  <dc:description/>
  <dc:language>de-DE</dc:language>
  <cp:lastModifiedBy/>
  <cp:lastPrinted>2022-11-09T19:25:00Z</cp:lastPrinted>
  <dcterms:modified xsi:type="dcterms:W3CDTF">2024-03-09T13:00:50Z</dcterms:modified>
  <cp:revision>13</cp:revision>
  <dc:subject/>
  <dc:title>Zuordnungs- und zustandsbasierte Systeme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